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F687E" w14:textId="7C095218" w:rsidR="00463F67" w:rsidRDefault="005D20EC" w:rsidP="00463F67">
      <w:pPr>
        <w:pStyle w:val="Title"/>
      </w:pPr>
      <w:sdt>
        <w:sdtPr>
          <w:alias w:val="Title"/>
          <w:tag w:val=""/>
          <w:id w:val="1062761741"/>
          <w:placeholder>
            <w:docPart w:val="448F2846AF464656AB8D8DD292C38AE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F42BA" w:rsidRPr="000F42BA">
            <w:t>Form PIC2 – Command clearance to line report</w:t>
          </w:r>
        </w:sdtContent>
      </w:sdt>
    </w:p>
    <w:p w14:paraId="2FE7F1E4" w14:textId="77777777" w:rsidR="002D2DAB" w:rsidRPr="002F6F85" w:rsidRDefault="002D2DAB" w:rsidP="002D2DAB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920"/>
        <w:gridCol w:w="1559"/>
        <w:gridCol w:w="2410"/>
      </w:tblGrid>
      <w:tr w:rsidR="002D2DAB" w:rsidRPr="00102F1E" w14:paraId="368BFF3F" w14:textId="77777777" w:rsidTr="0038189F">
        <w:trPr>
          <w:trHeight w:val="580"/>
        </w:trPr>
        <w:tc>
          <w:tcPr>
            <w:tcW w:w="1604" w:type="dxa"/>
          </w:tcPr>
          <w:p w14:paraId="703776B1" w14:textId="2CF4E6A6" w:rsidR="002D2DAB" w:rsidRPr="00102F1E" w:rsidRDefault="002D2DAB" w:rsidP="0038189F">
            <w:pPr>
              <w:rPr>
                <w:rStyle w:val="bold"/>
              </w:rPr>
            </w:pPr>
            <w:r>
              <w:rPr>
                <w:rStyle w:val="bold"/>
              </w:rPr>
              <w:t>Flight crew</w:t>
            </w:r>
            <w:r w:rsidRPr="00102F1E">
              <w:rPr>
                <w:rStyle w:val="bold"/>
              </w:rPr>
              <w:t xml:space="preserve"> name:</w:t>
            </w:r>
          </w:p>
        </w:tc>
        <w:tc>
          <w:tcPr>
            <w:tcW w:w="3920" w:type="dxa"/>
          </w:tcPr>
          <w:p w14:paraId="1AD14D5A" w14:textId="77777777" w:rsidR="002D2DAB" w:rsidRPr="00102F1E" w:rsidRDefault="002D2DAB" w:rsidP="0038189F"/>
        </w:tc>
        <w:tc>
          <w:tcPr>
            <w:tcW w:w="1559" w:type="dxa"/>
          </w:tcPr>
          <w:p w14:paraId="6A9142A5" w14:textId="77777777" w:rsidR="002D2DAB" w:rsidRPr="00102F1E" w:rsidRDefault="002D2DAB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410" w:type="dxa"/>
          </w:tcPr>
          <w:p w14:paraId="61B6A2AF" w14:textId="77777777" w:rsidR="002D2DAB" w:rsidRPr="00102F1E" w:rsidRDefault="002D2DAB" w:rsidP="0038189F"/>
        </w:tc>
      </w:tr>
      <w:tr w:rsidR="002D2DAB" w:rsidRPr="00102F1E" w14:paraId="0C17230E" w14:textId="77777777" w:rsidTr="0038189F">
        <w:trPr>
          <w:trHeight w:val="580"/>
        </w:trPr>
        <w:tc>
          <w:tcPr>
            <w:tcW w:w="1604" w:type="dxa"/>
          </w:tcPr>
          <w:p w14:paraId="6DC2DC4D" w14:textId="77777777" w:rsidR="002D2DAB" w:rsidRDefault="002D2DAB" w:rsidP="0038189F">
            <w:pPr>
              <w:rPr>
                <w:rStyle w:val="bold"/>
              </w:rPr>
            </w:pPr>
            <w:r>
              <w:rPr>
                <w:rStyle w:val="bold"/>
              </w:rPr>
              <w:t>Aircraft type:</w:t>
            </w:r>
          </w:p>
        </w:tc>
        <w:tc>
          <w:tcPr>
            <w:tcW w:w="3920" w:type="dxa"/>
            <w:tcBorders>
              <w:right w:val="nil"/>
            </w:tcBorders>
          </w:tcPr>
          <w:p w14:paraId="678A6A8F" w14:textId="77777777" w:rsidR="002D2DAB" w:rsidRPr="00102F1E" w:rsidRDefault="002D2DAB" w:rsidP="0038189F"/>
        </w:tc>
        <w:tc>
          <w:tcPr>
            <w:tcW w:w="1559" w:type="dxa"/>
            <w:tcBorders>
              <w:left w:val="nil"/>
              <w:right w:val="nil"/>
            </w:tcBorders>
          </w:tcPr>
          <w:p w14:paraId="4426E211" w14:textId="77777777" w:rsidR="002D2DAB" w:rsidRPr="00102F1E" w:rsidRDefault="002D2DAB" w:rsidP="0038189F">
            <w:pPr>
              <w:rPr>
                <w:rStyle w:val="bold"/>
              </w:rPr>
            </w:pPr>
          </w:p>
        </w:tc>
        <w:tc>
          <w:tcPr>
            <w:tcW w:w="2410" w:type="dxa"/>
            <w:tcBorders>
              <w:left w:val="nil"/>
            </w:tcBorders>
          </w:tcPr>
          <w:p w14:paraId="22BB7228" w14:textId="77777777" w:rsidR="002D2DAB" w:rsidRPr="00102F1E" w:rsidRDefault="002D2DAB" w:rsidP="0038189F"/>
        </w:tc>
      </w:tr>
    </w:tbl>
    <w:p w14:paraId="0B42A715" w14:textId="2A77388A" w:rsidR="0006112C" w:rsidRPr="003C2B3F" w:rsidRDefault="0006112C" w:rsidP="0006112C">
      <w:pPr>
        <w:rPr>
          <w:rStyle w:val="bold"/>
        </w:rPr>
      </w:pP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8077"/>
        <w:gridCol w:w="1416"/>
      </w:tblGrid>
      <w:tr w:rsidR="0006112C" w:rsidRPr="00916430" w14:paraId="79692C2B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</w:trPr>
        <w:tc>
          <w:tcPr>
            <w:tcW w:w="8077" w:type="dxa"/>
          </w:tcPr>
          <w:p w14:paraId="45C37059" w14:textId="77777777" w:rsidR="0006112C" w:rsidRPr="006D7FDE" w:rsidRDefault="0006112C" w:rsidP="00F3353D">
            <w:r w:rsidRPr="003C2B3F">
              <w:t>Clearance to line requirements</w:t>
            </w:r>
          </w:p>
        </w:tc>
        <w:tc>
          <w:tcPr>
            <w:tcW w:w="1416" w:type="dxa"/>
          </w:tcPr>
          <w:p w14:paraId="75B9F140" w14:textId="77777777" w:rsidR="0006112C" w:rsidRPr="006D7FDE" w:rsidRDefault="0006112C" w:rsidP="00F3353D">
            <w:r w:rsidRPr="003C2B3F">
              <w:t xml:space="preserve">Complete </w:t>
            </w:r>
            <w:r w:rsidRPr="003C2B3F">
              <w:br/>
              <w:t>yes / no</w:t>
            </w:r>
          </w:p>
        </w:tc>
      </w:tr>
      <w:tr w:rsidR="0006112C" w:rsidRPr="00916430" w14:paraId="05958A68" w14:textId="77777777" w:rsidTr="00F3353D">
        <w:trPr>
          <w:trHeight w:val="38"/>
        </w:trPr>
        <w:tc>
          <w:tcPr>
            <w:tcW w:w="8077" w:type="dxa"/>
          </w:tcPr>
          <w:p w14:paraId="52D05AA4" w14:textId="77777777" w:rsidR="0006112C" w:rsidRPr="006D7FDE" w:rsidRDefault="0006112C" w:rsidP="00F3353D">
            <w:r w:rsidRPr="00916430">
              <w:t>Command training course</w:t>
            </w:r>
          </w:p>
        </w:tc>
        <w:tc>
          <w:tcPr>
            <w:tcW w:w="1416" w:type="dxa"/>
          </w:tcPr>
          <w:p w14:paraId="1E322A82" w14:textId="77777777" w:rsidR="0006112C" w:rsidRPr="00916430" w:rsidRDefault="0006112C" w:rsidP="00F3353D"/>
        </w:tc>
      </w:tr>
      <w:tr w:rsidR="0006112C" w:rsidRPr="00916430" w14:paraId="71C084A9" w14:textId="77777777" w:rsidTr="00F3353D">
        <w:trPr>
          <w:trHeight w:val="25"/>
        </w:trPr>
        <w:tc>
          <w:tcPr>
            <w:tcW w:w="8077" w:type="dxa"/>
          </w:tcPr>
          <w:p w14:paraId="54EB6EB4" w14:textId="77777777" w:rsidR="0006112C" w:rsidRPr="006D7FDE" w:rsidRDefault="0006112C" w:rsidP="00F3353D">
            <w:r w:rsidRPr="00916430">
              <w:t xml:space="preserve">Proficiency check </w:t>
            </w:r>
            <w:r w:rsidRPr="006D7FDE">
              <w:t>(command seat)</w:t>
            </w:r>
          </w:p>
        </w:tc>
        <w:tc>
          <w:tcPr>
            <w:tcW w:w="1416" w:type="dxa"/>
          </w:tcPr>
          <w:p w14:paraId="6702CEB3" w14:textId="77777777" w:rsidR="0006112C" w:rsidRPr="00916430" w:rsidRDefault="0006112C" w:rsidP="00F3353D"/>
        </w:tc>
      </w:tr>
      <w:tr w:rsidR="0006112C" w:rsidRPr="00916430" w14:paraId="09547E8D" w14:textId="77777777" w:rsidTr="00F3353D">
        <w:trPr>
          <w:trHeight w:val="25"/>
        </w:trPr>
        <w:tc>
          <w:tcPr>
            <w:tcW w:w="8077" w:type="dxa"/>
          </w:tcPr>
          <w:p w14:paraId="01AE4D38" w14:textId="77777777" w:rsidR="0006112C" w:rsidRPr="006D7FDE" w:rsidRDefault="0006112C" w:rsidP="00F3353D">
            <w:r w:rsidRPr="00916430">
              <w:t>Line check (command seat)</w:t>
            </w:r>
          </w:p>
        </w:tc>
        <w:tc>
          <w:tcPr>
            <w:tcW w:w="1416" w:type="dxa"/>
          </w:tcPr>
          <w:p w14:paraId="16D520B5" w14:textId="77777777" w:rsidR="0006112C" w:rsidRPr="00916430" w:rsidRDefault="0006112C" w:rsidP="00F3353D"/>
        </w:tc>
      </w:tr>
      <w:tr w:rsidR="0006112C" w:rsidRPr="00916430" w14:paraId="6CEEDECD" w14:textId="77777777" w:rsidTr="00F3353D">
        <w:trPr>
          <w:trHeight w:val="25"/>
        </w:trPr>
        <w:tc>
          <w:tcPr>
            <w:tcW w:w="8077" w:type="dxa"/>
          </w:tcPr>
          <w:p w14:paraId="09879395" w14:textId="77777777" w:rsidR="0006112C" w:rsidRPr="006D7FDE" w:rsidRDefault="0006112C" w:rsidP="00F3353D">
            <w:r w:rsidRPr="00916430">
              <w:t>Meets minimum supervised flight hours</w:t>
            </w:r>
          </w:p>
        </w:tc>
        <w:tc>
          <w:tcPr>
            <w:tcW w:w="1416" w:type="dxa"/>
          </w:tcPr>
          <w:p w14:paraId="313582FD" w14:textId="77777777" w:rsidR="0006112C" w:rsidRPr="00916430" w:rsidRDefault="0006112C" w:rsidP="00F3353D"/>
        </w:tc>
      </w:tr>
      <w:tr w:rsidR="0006112C" w:rsidRPr="00916430" w14:paraId="003BAC7C" w14:textId="77777777" w:rsidTr="00F3353D">
        <w:trPr>
          <w:trHeight w:val="25"/>
        </w:trPr>
        <w:tc>
          <w:tcPr>
            <w:tcW w:w="8077" w:type="dxa"/>
          </w:tcPr>
          <w:p w14:paraId="22E655D6" w14:textId="77777777" w:rsidR="0006112C" w:rsidRPr="006D7FDE" w:rsidRDefault="0006112C" w:rsidP="00F3353D">
            <w:r w:rsidRPr="00916430">
              <w:t>Meets minimum total flight hours for command</w:t>
            </w:r>
          </w:p>
        </w:tc>
        <w:tc>
          <w:tcPr>
            <w:tcW w:w="1416" w:type="dxa"/>
          </w:tcPr>
          <w:p w14:paraId="7977B3DA" w14:textId="77777777" w:rsidR="0006112C" w:rsidRPr="00916430" w:rsidRDefault="0006112C" w:rsidP="00F3353D"/>
        </w:tc>
      </w:tr>
    </w:tbl>
    <w:p w14:paraId="0C54AEF2" w14:textId="77777777" w:rsidR="0006112C" w:rsidRDefault="0006112C" w:rsidP="0006112C"/>
    <w:tbl>
      <w:tblPr>
        <w:tblStyle w:val="SD-MOStable"/>
        <w:tblW w:w="9498" w:type="dxa"/>
        <w:tblInd w:w="-5" w:type="dxa"/>
        <w:tblLook w:val="0620" w:firstRow="1" w:lastRow="0" w:firstColumn="0" w:lastColumn="0" w:noHBand="1" w:noVBand="1"/>
      </w:tblPr>
      <w:tblGrid>
        <w:gridCol w:w="9498"/>
      </w:tblGrid>
      <w:tr w:rsidR="0006112C" w14:paraId="483CB5F3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</w:tcPr>
          <w:p w14:paraId="27C83F9A" w14:textId="77777777" w:rsidR="0006112C" w:rsidRPr="006D7FDE" w:rsidRDefault="0006112C" w:rsidP="00F3353D">
            <w:r>
              <w:t>Comments</w:t>
            </w:r>
          </w:p>
        </w:tc>
      </w:tr>
      <w:tr w:rsidR="0006112C" w14:paraId="626F599E" w14:textId="77777777" w:rsidTr="00F3353D">
        <w:trPr>
          <w:trHeight w:val="2099"/>
        </w:trPr>
        <w:tc>
          <w:tcPr>
            <w:tcW w:w="9498" w:type="dxa"/>
          </w:tcPr>
          <w:p w14:paraId="5C1D1304" w14:textId="77777777" w:rsidR="0006112C" w:rsidRDefault="0006112C" w:rsidP="00F3353D"/>
        </w:tc>
      </w:tr>
    </w:tbl>
    <w:p w14:paraId="64CDE214" w14:textId="77777777" w:rsidR="0006112C" w:rsidRPr="00DB6B68" w:rsidRDefault="0006112C" w:rsidP="00190920">
      <w:pPr>
        <w:pStyle w:val="Heading4"/>
        <w:rPr>
          <w:rStyle w:val="bold"/>
        </w:rPr>
      </w:pPr>
      <w:r w:rsidRPr="00DB6B68">
        <w:rPr>
          <w:rStyle w:val="bold"/>
        </w:rPr>
        <w:t>HOTC acknowledgement</w:t>
      </w:r>
    </w:p>
    <w:p w14:paraId="496717BF" w14:textId="77777777" w:rsidR="0006112C" w:rsidRPr="003C2B3F" w:rsidRDefault="0006112C" w:rsidP="0006112C">
      <w:r w:rsidRPr="00916430">
        <w:t xml:space="preserve">The flight crew member has met the relevant CASR and company minimum </w:t>
      </w:r>
      <w:r w:rsidRPr="003C2B3F">
        <w:t>requirements to operate as pilot in command.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170"/>
      </w:tblGrid>
      <w:tr w:rsidR="005B424E" w:rsidRPr="00916430" w14:paraId="395D652C" w14:textId="77777777" w:rsidTr="0038189F">
        <w:tc>
          <w:tcPr>
            <w:tcW w:w="2570" w:type="dxa"/>
          </w:tcPr>
          <w:p w14:paraId="1E874D79" w14:textId="77777777" w:rsidR="005B424E" w:rsidRPr="00D642BC" w:rsidRDefault="005B424E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HOTC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47B3E98F" w14:textId="77777777" w:rsidR="005B424E" w:rsidRPr="00FF4792" w:rsidRDefault="005B424E" w:rsidP="0038189F">
            <w:pPr>
              <w:pStyle w:val="normalafterlisttable"/>
            </w:pPr>
          </w:p>
        </w:tc>
        <w:tc>
          <w:tcPr>
            <w:tcW w:w="807" w:type="dxa"/>
          </w:tcPr>
          <w:p w14:paraId="5C13DB2E" w14:textId="77777777" w:rsidR="005B424E" w:rsidRPr="00D642BC" w:rsidRDefault="005B424E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170" w:type="dxa"/>
          </w:tcPr>
          <w:p w14:paraId="00CC5173" w14:textId="77777777" w:rsidR="005B424E" w:rsidRPr="00916430" w:rsidRDefault="005B424E" w:rsidP="0038189F">
            <w:pPr>
              <w:pStyle w:val="normalafterlisttable"/>
            </w:pPr>
          </w:p>
        </w:tc>
      </w:tr>
    </w:tbl>
    <w:p w14:paraId="501D5EEA" w14:textId="77777777" w:rsidR="006C6F45" w:rsidRPr="006C6F45" w:rsidRDefault="006C6F45" w:rsidP="006C6F45"/>
    <w:sectPr w:rsidR="006C6F45" w:rsidRPr="006C6F45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14409" w14:textId="77777777" w:rsidR="000F42BA" w:rsidRDefault="000F42BA" w:rsidP="008E21DE">
      <w:pPr>
        <w:spacing w:before="0" w:after="0"/>
      </w:pPr>
      <w:r>
        <w:separator/>
      </w:r>
    </w:p>
    <w:p w14:paraId="5D2BC098" w14:textId="77777777" w:rsidR="000F42BA" w:rsidRDefault="000F42BA"/>
  </w:endnote>
  <w:endnote w:type="continuationSeparator" w:id="0">
    <w:p w14:paraId="7770120E" w14:textId="77777777" w:rsidR="000F42BA" w:rsidRDefault="000F42BA" w:rsidP="008E21DE">
      <w:pPr>
        <w:spacing w:before="0" w:after="0"/>
      </w:pPr>
      <w:r>
        <w:continuationSeparator/>
      </w:r>
    </w:p>
    <w:p w14:paraId="21719701" w14:textId="77777777" w:rsidR="000F42BA" w:rsidRDefault="000F42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4733A" w14:textId="1223EE9C" w:rsidR="00013309" w:rsidRPr="00500DA0" w:rsidRDefault="005D20EC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448F2846AF464656AB8D8DD292C38AE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F42BA">
          <w:rPr>
            <w:rFonts w:ascii="ArialMT" w:hAnsi="ArialMT" w:cs="ArialMT"/>
            <w:szCs w:val="16"/>
          </w:rPr>
          <w:t>Form PIC2 – Command clearance to line report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AF325" w14:textId="77777777" w:rsidR="00013309" w:rsidRDefault="00013309" w:rsidP="00013309">
    <w:pPr>
      <w:pStyle w:val="Footer"/>
    </w:pPr>
    <w:r>
      <w:t>Civil Aviation Safety Authority</w:t>
    </w:r>
  </w:p>
  <w:p w14:paraId="54DE85D7" w14:textId="6F550202" w:rsidR="00013309" w:rsidRDefault="005D20EC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F42BA">
          <w:rPr>
            <w:rFonts w:ascii="ArialMT" w:hAnsi="ArialMT" w:cs="ArialMT"/>
            <w:szCs w:val="16"/>
          </w:rPr>
          <w:t>Form PIC2 – Command clearance to line report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0F42BA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0F42BA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77C17A2B" w14:textId="77777777" w:rsidR="00013309" w:rsidRPr="00A365CA" w:rsidRDefault="005D20EC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A13DD3">
          <w:rPr>
            <w:color w:val="ED0000"/>
          </w:rPr>
          <w:t>Official</w:t>
        </w:r>
      </w:sdtContent>
    </w:sdt>
    <w:r w:rsidR="00463F67" w:rsidRPr="00A13DD3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20A40A8" wp14:editId="1E5F4C0B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F501C3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0A40A8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48F501C3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2C118" w14:textId="77777777" w:rsidR="000F42BA" w:rsidRPr="0022402E" w:rsidRDefault="000F42BA" w:rsidP="0022402E">
      <w:pPr>
        <w:spacing w:before="240"/>
        <w:rPr>
          <w:lang w:val="en-US"/>
        </w:rPr>
      </w:pPr>
      <w:r w:rsidRPr="00A13DD3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6CC0DC94" w14:textId="77777777" w:rsidR="000F42BA" w:rsidRDefault="000F42BA" w:rsidP="008E21DE">
      <w:pPr>
        <w:spacing w:before="0" w:after="0"/>
      </w:pPr>
      <w:r>
        <w:continuationSeparator/>
      </w:r>
    </w:p>
    <w:p w14:paraId="3DDAFD92" w14:textId="77777777" w:rsidR="000F42BA" w:rsidRDefault="000F42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86DC8" w14:textId="77777777" w:rsidR="00DD684D" w:rsidRDefault="00DD684D" w:rsidP="00DD684D">
    <w:pPr>
      <w:pStyle w:val="Header"/>
    </w:pPr>
    <w:r>
      <w:t>ORGANISATION NAME/DETAILS</w:t>
    </w:r>
  </w:p>
  <w:p w14:paraId="245844AF" w14:textId="77777777" w:rsidR="00013309" w:rsidRPr="00DD684D" w:rsidRDefault="005D20EC" w:rsidP="005B424E">
    <w:pPr>
      <w:pStyle w:val="Header"/>
      <w:spacing w:after="120"/>
    </w:pPr>
    <w:r>
      <w:pict w14:anchorId="26205930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0613F" w14:textId="77777777" w:rsidR="00463F67" w:rsidRPr="00A13DD3" w:rsidRDefault="005D20EC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A13DD3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2BA"/>
    <w:rsid w:val="00002E6B"/>
    <w:rsid w:val="00013309"/>
    <w:rsid w:val="000249B9"/>
    <w:rsid w:val="000334E0"/>
    <w:rsid w:val="00037782"/>
    <w:rsid w:val="0006112C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0F42BA"/>
    <w:rsid w:val="00111FE2"/>
    <w:rsid w:val="001169A7"/>
    <w:rsid w:val="0012631E"/>
    <w:rsid w:val="00143430"/>
    <w:rsid w:val="00152F03"/>
    <w:rsid w:val="00153CF9"/>
    <w:rsid w:val="00167A69"/>
    <w:rsid w:val="00176B72"/>
    <w:rsid w:val="00190920"/>
    <w:rsid w:val="00195255"/>
    <w:rsid w:val="00222CED"/>
    <w:rsid w:val="0022402E"/>
    <w:rsid w:val="0024420C"/>
    <w:rsid w:val="002573ED"/>
    <w:rsid w:val="002804D3"/>
    <w:rsid w:val="0028675C"/>
    <w:rsid w:val="002A42D7"/>
    <w:rsid w:val="002D2DAB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67D01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B424E"/>
    <w:rsid w:val="005C599A"/>
    <w:rsid w:val="005D20EC"/>
    <w:rsid w:val="00621AA4"/>
    <w:rsid w:val="00643763"/>
    <w:rsid w:val="0065343E"/>
    <w:rsid w:val="0067193F"/>
    <w:rsid w:val="00680F04"/>
    <w:rsid w:val="0069176C"/>
    <w:rsid w:val="0069504E"/>
    <w:rsid w:val="006B067A"/>
    <w:rsid w:val="006C6F45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3DD3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45BA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C13DDF"/>
  <w15:chartTrackingRefBased/>
  <w15:docId w15:val="{9E5C8FB7-1858-4C57-BB68-03F77239F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normalafterlisttable">
    <w:name w:val="normal after list/table"/>
    <w:basedOn w:val="Normal"/>
    <w:uiPriority w:val="19"/>
    <w:qFormat/>
    <w:rsid w:val="0006112C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06112C"/>
    <w:rPr>
      <w:b/>
      <w:bCs/>
    </w:rPr>
  </w:style>
  <w:style w:type="table" w:customStyle="1" w:styleId="SD-MOStable">
    <w:name w:val="SD - MOS table"/>
    <w:basedOn w:val="TableNormal"/>
    <w:uiPriority w:val="99"/>
    <w:rsid w:val="0006112C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2D2DAB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8F2846AF464656AB8D8DD292C38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97584-D945-4291-8A4E-F5F9C667B382}"/>
      </w:docPartPr>
      <w:docPartBody>
        <w:p w:rsidR="00547A86" w:rsidRDefault="00547A86">
          <w:pPr>
            <w:pStyle w:val="448F2846AF464656AB8D8DD292C38AE6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A86"/>
    <w:rsid w:val="00152F03"/>
    <w:rsid w:val="00352FB1"/>
    <w:rsid w:val="00547A86"/>
    <w:rsid w:val="00D2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48F2846AF464656AB8D8DD292C38AE6">
    <w:name w:val="448F2846AF464656AB8D8DD292C38A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47bc000-5d24-4a58-bdb3-1d507d54dc98"/>
    <ds:schemaRef ds:uri="09d1133f-994b-4ec9-8bcd-76b1f6ed9a8c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2</TotalTime>
  <Pages>1</Pages>
  <Words>66</Words>
  <Characters>436</Characters>
  <Application>Microsoft Office Word</Application>
  <DocSecurity>0</DocSecurity>
  <Lines>31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PIC2 – Command clearance to line report</vt:lpstr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PIC2 – Command clearance to line report</dc:title>
  <dc:subject/>
  <dc:creator>Bartholomew, Tina</dc:creator>
  <cp:keywords/>
  <dc:description/>
  <cp:lastModifiedBy>Bartholomew, Tina</cp:lastModifiedBy>
  <cp:revision>10</cp:revision>
  <dcterms:created xsi:type="dcterms:W3CDTF">2025-11-18T00:15:00Z</dcterms:created>
  <dcterms:modified xsi:type="dcterms:W3CDTF">2025-11-25T04:39:00Z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NOS-2025-0017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